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5F9F1298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F848F1">
        <w:rPr>
          <w:rFonts w:ascii="Calibri" w:hAnsi="Calibri" w:cs="Calibri"/>
          <w:bCs/>
          <w:sz w:val="24"/>
          <w:szCs w:val="24"/>
        </w:rPr>
        <w:t>90.03</w:t>
      </w:r>
      <w:r w:rsidR="005E4749">
        <w:rPr>
          <w:rFonts w:ascii="Calibri" w:hAnsi="Calibri" w:cs="Calibri"/>
          <w:bCs/>
          <w:sz w:val="24"/>
          <w:szCs w:val="24"/>
        </w:rPr>
        <w:t>9</w:t>
      </w:r>
      <w:r w:rsidR="00F848F1">
        <w:rPr>
          <w:rFonts w:ascii="Calibri" w:hAnsi="Calibri" w:cs="Calibri"/>
          <w:bCs/>
          <w:sz w:val="24"/>
          <w:szCs w:val="24"/>
        </w:rPr>
        <w:t>/2025</w:t>
      </w:r>
    </w:p>
    <w:p w14:paraId="1554A887" w14:textId="1AF4AF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255CC8">
        <w:rPr>
          <w:rFonts w:ascii="Calibri" w:hAnsi="Calibri" w:cs="Calibri"/>
          <w:sz w:val="24"/>
          <w:szCs w:val="24"/>
        </w:rPr>
        <w:t>38.863/2024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0C7FDB76" w14:textId="5EF1B83A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BA0D50">
        <w:rPr>
          <w:rFonts w:ascii="Calibri" w:hAnsi="Calibri" w:cs="Calibri"/>
          <w:bCs/>
          <w:sz w:val="24"/>
          <w:szCs w:val="24"/>
        </w:rPr>
        <w:t>UNITÁRIO</w:t>
      </w:r>
    </w:p>
    <w:p w14:paraId="5D94A5D3" w14:textId="7CD6EE8B" w:rsidR="00F848F1" w:rsidRDefault="00F5348B">
      <w:pPr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OBJETO: </w:t>
      </w:r>
      <w:r w:rsidR="0091481A" w:rsidRPr="0091481A">
        <w:rPr>
          <w:rFonts w:ascii="Calibri" w:hAnsi="Calibri" w:cs="Calibri"/>
          <w:b/>
          <w:sz w:val="24"/>
          <w:szCs w:val="24"/>
        </w:rPr>
        <w:t xml:space="preserve">REGISTRO DE PREÇOS para futura e eventual </w:t>
      </w:r>
      <w:bookmarkStart w:id="0" w:name="__DdeLink__668_3221334588"/>
      <w:r w:rsidR="0091481A" w:rsidRPr="0091481A">
        <w:rPr>
          <w:rFonts w:ascii="Calibri" w:hAnsi="Calibri" w:cs="Calibri"/>
          <w:b/>
          <w:sz w:val="24"/>
          <w:szCs w:val="24"/>
        </w:rPr>
        <w:t>CONTRATAÇÃO de empresa especializada para o fornecimento de Materiais de Esterilização, para atender as necessidades do Hospital Municipal Raul Sertã, Hospital Maternidade Dr. Mário Dutra de Castro, Subsecretaria de Atenção Básica e Estratégia de Saúde da Família, pelo período de 01 (um) ano</w:t>
      </w:r>
      <w:bookmarkEnd w:id="0"/>
      <w:r w:rsidR="0091481A" w:rsidRPr="0091481A">
        <w:rPr>
          <w:rFonts w:ascii="Calibri" w:hAnsi="Calibri" w:cs="Calibri"/>
          <w:b/>
          <w:sz w:val="24"/>
          <w:szCs w:val="24"/>
        </w:rPr>
        <w:t>.</w:t>
      </w:r>
    </w:p>
    <w:p w14:paraId="5C8A4E5E" w14:textId="77777777" w:rsidR="0091481A" w:rsidRPr="0091481A" w:rsidRDefault="0091481A">
      <w:pPr>
        <w:jc w:val="both"/>
        <w:rPr>
          <w:rFonts w:ascii="Calibri" w:hAnsi="Calibri" w:cs="Calibri"/>
          <w:b/>
          <w:sz w:val="24"/>
          <w:szCs w:val="24"/>
        </w:rPr>
      </w:pPr>
    </w:p>
    <w:p w14:paraId="11DACB0B" w14:textId="723CCCB2" w:rsidR="00F5348B" w:rsidRDefault="00F5348B">
      <w:pPr>
        <w:autoSpaceDE w:val="0"/>
        <w:jc w:val="center"/>
      </w:pPr>
      <w:r>
        <w:rPr>
          <w:rFonts w:ascii="Calibri" w:hAnsi="Calibri" w:cs="Calibri"/>
          <w:b/>
          <w:sz w:val="22"/>
          <w:szCs w:val="22"/>
        </w:rPr>
        <w:t>ANEXO VII</w:t>
      </w:r>
      <w:r w:rsidR="00C163C5">
        <w:rPr>
          <w:rFonts w:ascii="Calibri" w:hAnsi="Calibri" w:cs="Calibri"/>
          <w:b/>
          <w:sz w:val="22"/>
          <w:szCs w:val="22"/>
        </w:rPr>
        <w:t>I</w:t>
      </w:r>
    </w:p>
    <w:p w14:paraId="11AC2D88" w14:textId="77777777" w:rsidR="00F5348B" w:rsidRDefault="00F5348B">
      <w:pPr>
        <w:pStyle w:val="Recuodecorpodetexto"/>
        <w:ind w:left="0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MINUTA DE TERMO DE COMODATO </w:t>
      </w:r>
    </w:p>
    <w:p w14:paraId="155B674B" w14:textId="77777777" w:rsidR="00F5348B" w:rsidRDefault="00F5348B">
      <w:pPr>
        <w:pStyle w:val="Recuodecorpodetexto"/>
        <w:ind w:left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6A16E439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</w:t>
      </w:r>
      <w:proofErr w:type="gramStart"/>
      <w:r>
        <w:rPr>
          <w:rFonts w:ascii="Calibri" w:hAnsi="Calibri" w:cs="Calibri"/>
          <w:sz w:val="22"/>
          <w:szCs w:val="22"/>
        </w:rPr>
        <w:t>nº._</w:t>
      </w:r>
      <w:proofErr w:type="gramEnd"/>
      <w:r>
        <w:rPr>
          <w:rFonts w:ascii="Calibri" w:hAnsi="Calibri" w:cs="Calibri"/>
          <w:sz w:val="22"/>
          <w:szCs w:val="22"/>
        </w:rPr>
        <w:t xml:space="preserve">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</w:t>
      </w:r>
      <w:r w:rsidR="00663B64">
        <w:rPr>
          <w:rFonts w:ascii="Calibri" w:hAnsi="Calibri" w:cs="Calibri"/>
          <w:sz w:val="22"/>
          <w:szCs w:val="22"/>
        </w:rPr>
        <w:t xml:space="preserve">n.º </w:t>
      </w:r>
      <w:r w:rsidR="00AE6124">
        <w:rPr>
          <w:rFonts w:ascii="Calibri" w:hAnsi="Calibri" w:cs="Calibri"/>
          <w:sz w:val="22"/>
          <w:szCs w:val="22"/>
        </w:rPr>
        <w:t>14.133/2021,</w:t>
      </w:r>
      <w:r>
        <w:rPr>
          <w:rFonts w:ascii="Calibri" w:hAnsi="Calibri" w:cs="Calibri"/>
          <w:sz w:val="22"/>
          <w:szCs w:val="22"/>
        </w:rPr>
        <w:t xml:space="preserve">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91481A">
        <w:rPr>
          <w:rFonts w:ascii="Calibri" w:hAnsi="Calibri" w:cs="Calibri"/>
          <w:b/>
          <w:bCs/>
          <w:sz w:val="22"/>
          <w:szCs w:val="22"/>
        </w:rPr>
        <w:t>38.863/2024</w:t>
      </w:r>
      <w:r w:rsidR="00927976" w:rsidRPr="00927976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F848F1">
        <w:rPr>
          <w:rFonts w:ascii="Calibri" w:hAnsi="Calibri" w:cs="Calibri"/>
          <w:b/>
          <w:bCs/>
          <w:sz w:val="22"/>
          <w:szCs w:val="22"/>
        </w:rPr>
        <w:t>90.03</w:t>
      </w:r>
      <w:r w:rsidR="0091481A">
        <w:rPr>
          <w:rFonts w:ascii="Calibri" w:hAnsi="Calibri" w:cs="Calibri"/>
          <w:b/>
          <w:bCs/>
          <w:sz w:val="22"/>
          <w:szCs w:val="22"/>
        </w:rPr>
        <w:t>9</w:t>
      </w:r>
      <w:r w:rsidR="00F848F1">
        <w:rPr>
          <w:rFonts w:ascii="Calibri" w:hAnsi="Calibri" w:cs="Calibri"/>
          <w:b/>
          <w:bCs/>
          <w:sz w:val="22"/>
          <w:szCs w:val="22"/>
        </w:rPr>
        <w:t>/2025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F27C99A" w14:textId="77777777" w:rsidR="00F5348B" w:rsidRDefault="00F5348B">
      <w:pPr>
        <w:tabs>
          <w:tab w:val="left" w:pos="6765"/>
        </w:tabs>
      </w:pPr>
      <w:r>
        <w:rPr>
          <w:rFonts w:ascii="Calibri" w:hAnsi="Calibri" w:cs="Calibri"/>
          <w:sz w:val="22"/>
          <w:szCs w:val="22"/>
        </w:rPr>
        <w:tab/>
      </w:r>
    </w:p>
    <w:p w14:paraId="646E11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6D9CA600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D9934F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69913E4B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40FB24B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Especificação e Quantidade do Equipamento…</w:t>
      </w:r>
    </w:p>
    <w:p w14:paraId="6937A210" w14:textId="77777777" w:rsidR="00F5348B" w:rsidRDefault="00F5348B">
      <w:pPr>
        <w:numPr>
          <w:ilvl w:val="0"/>
          <w:numId w:val="2"/>
        </w:numPr>
        <w:jc w:val="both"/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Default="00F5348B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Default="00F5348B">
            <w:pPr>
              <w:snapToGrid w:val="0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7B2C80E4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7559AB1A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C060374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5DBF281F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097302D5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1C40697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1BBE85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lastRenderedPageBreak/>
        <w:t>CLÁUSULA TERCEIRA</w:t>
      </w:r>
    </w:p>
    <w:p w14:paraId="3968D38D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5889CF8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 xml:space="preserve">/2021. </w:t>
      </w:r>
    </w:p>
    <w:p w14:paraId="64FA9A4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7CFD7ADE" w14:textId="77777777" w:rsidR="00F5348B" w:rsidRDefault="00F5348B">
      <w:pPr>
        <w:jc w:val="both"/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235F9820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255BD8AC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4F93F82E" w14:textId="77777777" w:rsidR="00F5348B" w:rsidRDefault="00F5348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7AA4D14D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1FFE79F3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0099263D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0E5CA62A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135F4EFC" w14:textId="77777777" w:rsidR="00F5348B" w:rsidRDefault="00F5348B">
      <w:pPr>
        <w:jc w:val="both"/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A65E197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418C3D5A" w14:textId="77777777" w:rsidR="00F5348B" w:rsidRDefault="00F5348B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3C1A7F9C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  <w:u w:val="single"/>
        </w:rPr>
      </w:pPr>
    </w:p>
    <w:p w14:paraId="5F9E5C4F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59483E54" w14:textId="77777777" w:rsidR="00F5348B" w:rsidRDefault="00F5348B" w:rsidP="00663B64">
      <w:pPr>
        <w:jc w:val="both"/>
        <w:rPr>
          <w:rFonts w:ascii="Calibri" w:hAnsi="Calibri" w:cs="Calibri"/>
          <w:sz w:val="22"/>
          <w:szCs w:val="22"/>
        </w:rPr>
      </w:pPr>
    </w:p>
    <w:p w14:paraId="438C117B" w14:textId="77777777" w:rsidR="00F5348B" w:rsidRDefault="00F5348B" w:rsidP="00663B64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6F8763E9" w14:textId="77777777" w:rsidR="00F5348B" w:rsidRDefault="00F5348B">
      <w:pPr>
        <w:ind w:left="180"/>
        <w:jc w:val="both"/>
        <w:rPr>
          <w:rFonts w:ascii="Calibri" w:hAnsi="Calibri" w:cs="Calibri"/>
          <w:sz w:val="22"/>
          <w:szCs w:val="22"/>
        </w:rPr>
      </w:pPr>
    </w:p>
    <w:p w14:paraId="3810E5BE" w14:textId="1B25DF7A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>Nova Friburgo/</w:t>
      </w:r>
      <w:proofErr w:type="gramStart"/>
      <w:r>
        <w:rPr>
          <w:rFonts w:ascii="Calibri" w:hAnsi="Calibri" w:cs="Calibri"/>
          <w:sz w:val="22"/>
          <w:szCs w:val="22"/>
        </w:rPr>
        <w:t xml:space="preserve">RJ,   </w:t>
      </w:r>
      <w:proofErr w:type="gramEnd"/>
      <w:r>
        <w:rPr>
          <w:rFonts w:ascii="Calibri" w:hAnsi="Calibri" w:cs="Calibri"/>
          <w:sz w:val="22"/>
          <w:szCs w:val="22"/>
        </w:rPr>
        <w:t xml:space="preserve">  de         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066763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</w:t>
      </w:r>
    </w:p>
    <w:p w14:paraId="7B4A8CDA" w14:textId="77777777" w:rsidR="00F5348B" w:rsidRDefault="00F5348B">
      <w:pPr>
        <w:spacing w:line="276" w:lineRule="auto"/>
        <w:ind w:left="180"/>
        <w:jc w:val="right"/>
        <w:rPr>
          <w:rFonts w:ascii="Calibri" w:hAnsi="Calibri" w:cs="Calibri"/>
          <w:sz w:val="22"/>
          <w:szCs w:val="22"/>
        </w:rPr>
      </w:pPr>
    </w:p>
    <w:p w14:paraId="760A776F" w14:textId="77777777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5D4C890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  <w:p w14:paraId="5C32BBAC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14:paraId="21568A4E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91A474A" w14:textId="77777777" w:rsidR="00927976" w:rsidRPr="00927976" w:rsidRDefault="00927976">
      <w:pPr>
        <w:pStyle w:val="Ttulo3"/>
        <w:jc w:val="both"/>
      </w:pPr>
    </w:p>
    <w:p w14:paraId="256B2D01" w14:textId="4906E8B5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 w:rsidSect="009E1DE5">
      <w:headerReference w:type="default" r:id="rId7"/>
      <w:pgSz w:w="12240" w:h="15840"/>
      <w:pgMar w:top="1134" w:right="1134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40793" w14:textId="77777777" w:rsidR="00FA474F" w:rsidRDefault="00FA474F">
      <w:r>
        <w:separator/>
      </w:r>
    </w:p>
  </w:endnote>
  <w:endnote w:type="continuationSeparator" w:id="0">
    <w:p w14:paraId="4B37A7EB" w14:textId="77777777" w:rsidR="00FA474F" w:rsidRDefault="00FA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411B2" w14:textId="77777777" w:rsidR="00FA474F" w:rsidRDefault="00FA474F">
      <w:r>
        <w:separator/>
      </w:r>
    </w:p>
  </w:footnote>
  <w:footnote w:type="continuationSeparator" w:id="0">
    <w:p w14:paraId="5D63C1C4" w14:textId="77777777" w:rsidR="00FA474F" w:rsidRDefault="00FA4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52B8" w14:textId="1F1F4E4B" w:rsidR="00290E07" w:rsidRPr="00242384" w:rsidRDefault="005E4749" w:rsidP="00290E07">
    <w:pPr>
      <w:pStyle w:val="Cabealho"/>
      <w:ind w:left="-284" w:hanging="426"/>
    </w:pP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5BDA4FF6" wp14:editId="2E1900F8">
          <wp:simplePos x="0" y="0"/>
          <wp:positionH relativeFrom="column">
            <wp:posOffset>-91937</wp:posOffset>
          </wp:positionH>
          <wp:positionV relativeFrom="paragraph">
            <wp:posOffset>182879</wp:posOffset>
          </wp:positionV>
          <wp:extent cx="2416810" cy="946205"/>
          <wp:effectExtent l="0" t="0" r="0" b="635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7875" cy="9466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0E07">
      <w:t xml:space="preserve"> </w:t>
    </w:r>
  </w:p>
  <w:p w14:paraId="78F622A6" w14:textId="614DC92B" w:rsidR="00F848F1" w:rsidRPr="00242384" w:rsidRDefault="00F848F1" w:rsidP="00F848F1">
    <w:pPr>
      <w:pStyle w:val="Cabealho"/>
      <w:ind w:left="-284" w:hanging="426"/>
    </w:pPr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49079F3" w14:textId="0A82B88F" w:rsidR="0040206C" w:rsidRDefault="0040206C" w:rsidP="00F848F1">
    <w:pPr>
      <w:pStyle w:val="Cabealho"/>
    </w:pPr>
  </w:p>
  <w:p w14:paraId="24814596" w14:textId="0AC999D0" w:rsidR="00F848F1" w:rsidRDefault="00F848F1" w:rsidP="00F848F1">
    <w:pPr>
      <w:pStyle w:val="Cabealho"/>
    </w:pPr>
  </w:p>
  <w:p w14:paraId="731E6B32" w14:textId="77777777" w:rsidR="005E4749" w:rsidRDefault="005E4749" w:rsidP="00F848F1">
    <w:pPr>
      <w:pStyle w:val="Cabealho"/>
    </w:pPr>
  </w:p>
  <w:p w14:paraId="45FD6B86" w14:textId="77777777" w:rsidR="00F848F1" w:rsidRPr="00F848F1" w:rsidRDefault="00F848F1" w:rsidP="00F848F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04035A"/>
    <w:rsid w:val="00066763"/>
    <w:rsid w:val="0007502D"/>
    <w:rsid w:val="001160F2"/>
    <w:rsid w:val="0012070D"/>
    <w:rsid w:val="001269AE"/>
    <w:rsid w:val="00212A1C"/>
    <w:rsid w:val="00255CC8"/>
    <w:rsid w:val="00284C9D"/>
    <w:rsid w:val="00290E07"/>
    <w:rsid w:val="00340FD4"/>
    <w:rsid w:val="003A20B2"/>
    <w:rsid w:val="003B4882"/>
    <w:rsid w:val="003C0A7D"/>
    <w:rsid w:val="0040206C"/>
    <w:rsid w:val="0042714F"/>
    <w:rsid w:val="004821D0"/>
    <w:rsid w:val="00483C79"/>
    <w:rsid w:val="00533E40"/>
    <w:rsid w:val="005A4679"/>
    <w:rsid w:val="005E4749"/>
    <w:rsid w:val="00612D35"/>
    <w:rsid w:val="00663B64"/>
    <w:rsid w:val="00684609"/>
    <w:rsid w:val="006F7BAB"/>
    <w:rsid w:val="00723596"/>
    <w:rsid w:val="00745DC3"/>
    <w:rsid w:val="00790FF3"/>
    <w:rsid w:val="0087752E"/>
    <w:rsid w:val="008D57E1"/>
    <w:rsid w:val="0091481A"/>
    <w:rsid w:val="00926984"/>
    <w:rsid w:val="00927976"/>
    <w:rsid w:val="009E1DE5"/>
    <w:rsid w:val="00A23F46"/>
    <w:rsid w:val="00A95760"/>
    <w:rsid w:val="00A962B8"/>
    <w:rsid w:val="00AA2837"/>
    <w:rsid w:val="00AE3572"/>
    <w:rsid w:val="00AE6124"/>
    <w:rsid w:val="00AE780E"/>
    <w:rsid w:val="00B46720"/>
    <w:rsid w:val="00BA0D50"/>
    <w:rsid w:val="00BA3C95"/>
    <w:rsid w:val="00BC7A69"/>
    <w:rsid w:val="00BE5267"/>
    <w:rsid w:val="00BF5F54"/>
    <w:rsid w:val="00C163C5"/>
    <w:rsid w:val="00C7461B"/>
    <w:rsid w:val="00C9242B"/>
    <w:rsid w:val="00D30BE0"/>
    <w:rsid w:val="00D47BF9"/>
    <w:rsid w:val="00D54CB1"/>
    <w:rsid w:val="00DD4AA9"/>
    <w:rsid w:val="00EF05AB"/>
    <w:rsid w:val="00F36215"/>
    <w:rsid w:val="00F5348B"/>
    <w:rsid w:val="00F848F1"/>
    <w:rsid w:val="00FA474F"/>
    <w:rsid w:val="00FB46C4"/>
    <w:rsid w:val="00FF057D"/>
    <w:rsid w:val="00FF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qFormat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1"/>
    <w:qFormat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character" w:customStyle="1" w:styleId="CabealhoChar1">
    <w:name w:val="Cabeçalho Char1"/>
    <w:basedOn w:val="Fontepargpadro"/>
    <w:link w:val="Cabealho"/>
    <w:rsid w:val="00DD4AA9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78</TotalTime>
  <Pages>2</Pages>
  <Words>604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roseane</cp:lastModifiedBy>
  <cp:revision>30</cp:revision>
  <cp:lastPrinted>2025-01-13T18:31:00Z</cp:lastPrinted>
  <dcterms:created xsi:type="dcterms:W3CDTF">2022-01-24T17:31:00Z</dcterms:created>
  <dcterms:modified xsi:type="dcterms:W3CDTF">2025-04-07T14:15:00Z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